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39" w:rsidRDefault="00B92A39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B92A39" w:rsidRDefault="00B92A39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</w:p>
    <w:p w:rsidR="00B92A39" w:rsidRDefault="00B92A39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B92A39" w:rsidRPr="003843E6" w:rsidRDefault="00B92A39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B92A39" w:rsidRDefault="00B92A39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B92A39" w:rsidRPr="00AD1E71" w:rsidRDefault="00B92A39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D1E71">
        <w:rPr>
          <w:rFonts w:ascii="Times New Roman" w:hAnsi="Times New Roman" w:cs="Times New Roman"/>
          <w:sz w:val="28"/>
          <w:szCs w:val="28"/>
        </w:rPr>
        <w:t>от 19 декабря 2016 г. № 101</w:t>
      </w:r>
    </w:p>
    <w:p w:rsidR="00B92A39" w:rsidRPr="003843E6" w:rsidRDefault="00B92A39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</w:p>
    <w:p w:rsidR="00B92A39" w:rsidRPr="00F057D4" w:rsidRDefault="00B92A39" w:rsidP="000B2E87">
      <w:pPr>
        <w:tabs>
          <w:tab w:val="left" w:pos="4536"/>
          <w:tab w:val="left" w:pos="9653"/>
        </w:tabs>
        <w:rPr>
          <w:rFonts w:ascii="Times New Roman" w:hAnsi="Times New Roman" w:cs="Times New Roman"/>
          <w:sz w:val="28"/>
          <w:szCs w:val="28"/>
        </w:rPr>
      </w:pPr>
    </w:p>
    <w:p w:rsidR="00B92A39" w:rsidRDefault="00B92A39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39" w:rsidRDefault="00B92A39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39" w:rsidRDefault="00B92A39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39" w:rsidRDefault="00B92A39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39" w:rsidRDefault="00B92A39" w:rsidP="00AD7BB6">
      <w:pPr>
        <w:spacing w:line="235" w:lineRule="auto"/>
        <w:ind w:right="318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E87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</w:t>
      </w:r>
    </w:p>
    <w:p w:rsidR="00B92A39" w:rsidRDefault="00B92A39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A39" w:rsidRPr="000B2E87" w:rsidRDefault="00B92A39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2A39" w:rsidRDefault="00B92A39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B92A39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A39" w:rsidRPr="001435FF" w:rsidRDefault="00B92A39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A39" w:rsidRPr="008D66B7" w:rsidRDefault="00B92A39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2A39" w:rsidRPr="001435FF" w:rsidRDefault="00B92A3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B92A39" w:rsidRPr="001435FF" w:rsidRDefault="00B92A39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B92A39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39" w:rsidRPr="001435FF" w:rsidRDefault="00B92A39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39" w:rsidRPr="001435FF" w:rsidRDefault="00B92A3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39" w:rsidRPr="001435FF" w:rsidRDefault="00B92A3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92A39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B92A39" w:rsidRPr="001435FF" w:rsidRDefault="00B92A39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B92A39" w:rsidRPr="009C2D45" w:rsidRDefault="00B92A39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92A39" w:rsidRPr="00690313" w:rsidRDefault="00B92A39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A39" w:rsidRPr="001435FF">
        <w:trPr>
          <w:trHeight w:val="113"/>
        </w:trPr>
        <w:tc>
          <w:tcPr>
            <w:tcW w:w="561" w:type="dxa"/>
            <w:vMerge/>
          </w:tcPr>
          <w:p w:rsidR="00B92A39" w:rsidRPr="001435FF" w:rsidRDefault="00B92A39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B92A39" w:rsidRPr="001435FF" w:rsidRDefault="00B92A39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B92A39" w:rsidRPr="001569FE" w:rsidRDefault="00B92A39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B92A39" w:rsidRPr="00A755D8">
        <w:trPr>
          <w:trHeight w:val="113"/>
        </w:trPr>
        <w:tc>
          <w:tcPr>
            <w:tcW w:w="561" w:type="dxa"/>
          </w:tcPr>
          <w:p w:rsidR="00B92A39" w:rsidRPr="00A755D8" w:rsidRDefault="00B92A39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B92A39" w:rsidRPr="00A755D8" w:rsidRDefault="00B92A39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92A39" w:rsidRPr="00A755D8" w:rsidRDefault="00B92A39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92A39" w:rsidRPr="00EE057C">
        <w:trPr>
          <w:trHeight w:val="113"/>
        </w:trPr>
        <w:tc>
          <w:tcPr>
            <w:tcW w:w="6961" w:type="dxa"/>
            <w:gridSpan w:val="2"/>
          </w:tcPr>
          <w:p w:rsidR="00B92A39" w:rsidRPr="00EE057C" w:rsidRDefault="00B92A39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B92A39" w:rsidRDefault="00B92A39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0.00</w:t>
            </w:r>
          </w:p>
        </w:tc>
      </w:tr>
    </w:tbl>
    <w:p w:rsidR="00B92A39" w:rsidRPr="00EE057C" w:rsidRDefault="00B92A39">
      <w:pPr>
        <w:rPr>
          <w:rFonts w:ascii="Times New Roman" w:hAnsi="Times New Roman" w:cs="Times New Roman"/>
          <w:sz w:val="28"/>
          <w:szCs w:val="28"/>
        </w:rPr>
      </w:pPr>
    </w:p>
    <w:p w:rsidR="00B92A39" w:rsidRPr="00EE057C" w:rsidRDefault="00B92A39">
      <w:pPr>
        <w:rPr>
          <w:rFonts w:ascii="Times New Roman" w:hAnsi="Times New Roman" w:cs="Times New Roman"/>
          <w:sz w:val="28"/>
          <w:szCs w:val="28"/>
        </w:rPr>
      </w:pPr>
    </w:p>
    <w:p w:rsidR="00B92A39" w:rsidRPr="00EE057C" w:rsidRDefault="00B92A39">
      <w:pPr>
        <w:rPr>
          <w:rFonts w:ascii="Times New Roman" w:hAnsi="Times New Roman" w:cs="Times New Roman"/>
          <w:sz w:val="28"/>
          <w:szCs w:val="28"/>
        </w:rPr>
      </w:pPr>
    </w:p>
    <w:p w:rsidR="00B92A39" w:rsidRPr="00EE057C" w:rsidRDefault="00B92A39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B92A39" w:rsidRDefault="00B92A39"/>
    <w:sectPr w:rsidR="00B92A39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B2E87"/>
    <w:rsid w:val="000B7F2D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153DD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1F43B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33D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3CFE"/>
    <w:rsid w:val="003D66F0"/>
    <w:rsid w:val="003E756E"/>
    <w:rsid w:val="003F5AFA"/>
    <w:rsid w:val="00410D55"/>
    <w:rsid w:val="004147DE"/>
    <w:rsid w:val="00416CA1"/>
    <w:rsid w:val="0042235E"/>
    <w:rsid w:val="00423A79"/>
    <w:rsid w:val="00424908"/>
    <w:rsid w:val="0043669E"/>
    <w:rsid w:val="00440F32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56DD1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04C6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6290"/>
    <w:rsid w:val="00AB7194"/>
    <w:rsid w:val="00AC0482"/>
    <w:rsid w:val="00AC1A0A"/>
    <w:rsid w:val="00AC3D84"/>
    <w:rsid w:val="00AC4403"/>
    <w:rsid w:val="00AD1E71"/>
    <w:rsid w:val="00AD2350"/>
    <w:rsid w:val="00AD36F2"/>
    <w:rsid w:val="00AD38B3"/>
    <w:rsid w:val="00AD6A64"/>
    <w:rsid w:val="00AD7BB6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A39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C7901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347C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B94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3F86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186</Words>
  <Characters>1065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22</cp:revision>
  <cp:lastPrinted>2016-12-20T15:51:00Z</cp:lastPrinted>
  <dcterms:created xsi:type="dcterms:W3CDTF">2014-11-11T11:46:00Z</dcterms:created>
  <dcterms:modified xsi:type="dcterms:W3CDTF">2016-12-20T15:51:00Z</dcterms:modified>
</cp:coreProperties>
</file>